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339" w:rsidRPr="00774B56" w:rsidRDefault="00567339" w:rsidP="00774B56">
      <w:pPr>
        <w:pStyle w:val="Heading1"/>
        <w:jc w:val="center"/>
        <w:rPr>
          <w:rStyle w:val="Emphasis"/>
          <w:i w:val="0"/>
          <w:iCs w:val="0"/>
        </w:rPr>
      </w:pPr>
      <w:r w:rsidRPr="002C5453">
        <w:t>АДМИНИСТРАЦИЯ</w:t>
      </w:r>
      <w:r>
        <w:t xml:space="preserve">   ЦЕЛИННОГО СЕЛЬСОВЕТА</w:t>
      </w:r>
    </w:p>
    <w:p w:rsidR="00567339" w:rsidRDefault="00567339" w:rsidP="00774B56">
      <w:pPr>
        <w:pStyle w:val="Heading1"/>
        <w:jc w:val="center"/>
      </w:pPr>
      <w:r w:rsidRPr="002C5453">
        <w:t>КОЧЕНЕВСКОГО</w:t>
      </w:r>
      <w:r>
        <w:rPr>
          <w:b/>
        </w:rPr>
        <w:t xml:space="preserve"> </w:t>
      </w:r>
      <w:r w:rsidRPr="002C5453">
        <w:t>РАЙОНА НОВОСИБИРСКОЙ ОБЛАСТИ</w:t>
      </w:r>
    </w:p>
    <w:p w:rsidR="00567339" w:rsidRDefault="00567339" w:rsidP="001375D8">
      <w:pPr>
        <w:jc w:val="center"/>
        <w:rPr>
          <w:b/>
          <w:sz w:val="28"/>
          <w:szCs w:val="28"/>
        </w:rPr>
      </w:pPr>
    </w:p>
    <w:p w:rsidR="00567339" w:rsidRPr="005C12AE" w:rsidRDefault="00567339" w:rsidP="001375D8">
      <w:pPr>
        <w:jc w:val="center"/>
        <w:rPr>
          <w:b/>
          <w:sz w:val="28"/>
          <w:szCs w:val="28"/>
        </w:rPr>
      </w:pPr>
      <w:r w:rsidRPr="005C12AE">
        <w:rPr>
          <w:b/>
          <w:sz w:val="28"/>
          <w:szCs w:val="28"/>
        </w:rPr>
        <w:t>ПОСТАНОВЛЕНИЕ</w:t>
      </w:r>
    </w:p>
    <w:p w:rsidR="00567339" w:rsidRDefault="00567339" w:rsidP="009534B3">
      <w:pPr>
        <w:ind w:right="565"/>
        <w:rPr>
          <w:sz w:val="28"/>
          <w:szCs w:val="28"/>
        </w:rPr>
      </w:pPr>
    </w:p>
    <w:p w:rsidR="00567339" w:rsidRDefault="00567339" w:rsidP="009534B3">
      <w:pPr>
        <w:ind w:right="56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От 05.03.2013 № 17</w:t>
      </w:r>
    </w:p>
    <w:p w:rsidR="00567339" w:rsidRPr="00AE04A1" w:rsidRDefault="00567339" w:rsidP="001375D8">
      <w:pPr>
        <w:rPr>
          <w:b/>
          <w:sz w:val="28"/>
          <w:szCs w:val="28"/>
        </w:rPr>
      </w:pPr>
    </w:p>
    <w:p w:rsidR="00567339" w:rsidRDefault="00567339" w:rsidP="00A93DDF">
      <w:pPr>
        <w:tabs>
          <w:tab w:val="left" w:pos="9214"/>
        </w:tabs>
        <w:ind w:right="-285"/>
        <w:rPr>
          <w:b/>
        </w:rPr>
      </w:pPr>
      <w:r>
        <w:rPr>
          <w:b/>
        </w:rPr>
        <w:t xml:space="preserve">        </w:t>
      </w:r>
      <w:r w:rsidRPr="00AE04A1">
        <w:rPr>
          <w:b/>
        </w:rPr>
        <w:t>Об определении способа расчета расстояния от организаций и объектов,</w:t>
      </w:r>
    </w:p>
    <w:p w:rsidR="00567339" w:rsidRDefault="00567339" w:rsidP="00A93DDF">
      <w:pPr>
        <w:tabs>
          <w:tab w:val="left" w:pos="9214"/>
        </w:tabs>
        <w:ind w:right="-285"/>
        <w:rPr>
          <w:b/>
        </w:rPr>
      </w:pPr>
      <w:r w:rsidRPr="00AE04A1">
        <w:rPr>
          <w:b/>
        </w:rPr>
        <w:t xml:space="preserve"> </w:t>
      </w:r>
      <w:r w:rsidRPr="00FA2AB2">
        <w:rPr>
          <w:b/>
        </w:rPr>
        <w:t>указанных</w:t>
      </w:r>
      <w:r w:rsidRPr="00AE04A1">
        <w:rPr>
          <w:b/>
        </w:rPr>
        <w:t xml:space="preserve"> в постановлении Правительства Российской Федерации от 27.12. 2012 №1425, до границ прилегающих территорий, на которых не допускается </w:t>
      </w:r>
    </w:p>
    <w:p w:rsidR="00567339" w:rsidRPr="00AE04A1" w:rsidRDefault="00567339" w:rsidP="00A93DDF">
      <w:pPr>
        <w:tabs>
          <w:tab w:val="left" w:pos="9214"/>
        </w:tabs>
        <w:ind w:right="-285"/>
        <w:rPr>
          <w:b/>
        </w:rPr>
      </w:pPr>
      <w:r w:rsidRPr="00AE04A1">
        <w:rPr>
          <w:b/>
        </w:rPr>
        <w:t>розничная продажа алкогольной продукции</w:t>
      </w:r>
    </w:p>
    <w:p w:rsidR="00567339" w:rsidRPr="00096D9D" w:rsidRDefault="00567339" w:rsidP="00FA2AB2">
      <w:pPr>
        <w:tabs>
          <w:tab w:val="left" w:pos="9214"/>
        </w:tabs>
        <w:ind w:right="423" w:firstLine="540"/>
        <w:jc w:val="both"/>
        <w:rPr>
          <w:sz w:val="28"/>
          <w:szCs w:val="28"/>
        </w:rPr>
      </w:pPr>
    </w:p>
    <w:p w:rsidR="00567339" w:rsidRPr="00096D9D" w:rsidRDefault="00567339" w:rsidP="00DF288F">
      <w:pPr>
        <w:tabs>
          <w:tab w:val="left" w:pos="9214"/>
          <w:tab w:val="left" w:pos="9639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22.11.1995 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и </w:t>
      </w:r>
      <w:r w:rsidRPr="009E2CAD">
        <w:rPr>
          <w:sz w:val="28"/>
          <w:szCs w:val="28"/>
        </w:rPr>
        <w:t>во исполнение</w:t>
      </w:r>
      <w:r>
        <w:t xml:space="preserve">       </w:t>
      </w:r>
      <w:r>
        <w:rPr>
          <w:sz w:val="28"/>
          <w:szCs w:val="28"/>
        </w:rPr>
        <w:t>постановления Правительства Российской Федерации от 27.12.2012  №1425  «Об определении органами государственной власти Субъектов Российской Федерации мест массового скопления граждан и мест нах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ждения источников повышенной опасности, в которых не допускается розничная продажа алкогольной продукции, а также определении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нами местного самоуправления границ, прилегающих к некоторым     организациям и объектам территорий, на которых не допускается ро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ничная продажа алкогольной продукции»,</w:t>
      </w:r>
    </w:p>
    <w:p w:rsidR="00567339" w:rsidRPr="00096D9D" w:rsidRDefault="00567339" w:rsidP="008C1609">
      <w:pPr>
        <w:tabs>
          <w:tab w:val="left" w:pos="8931"/>
        </w:tabs>
        <w:ind w:right="-2"/>
        <w:jc w:val="both"/>
        <w:rPr>
          <w:b/>
          <w:sz w:val="28"/>
          <w:szCs w:val="28"/>
        </w:rPr>
      </w:pPr>
      <w:r w:rsidRPr="00096D9D">
        <w:rPr>
          <w:b/>
          <w:sz w:val="28"/>
          <w:szCs w:val="28"/>
        </w:rPr>
        <w:t>ПОСТАНОВЛЯЮ:</w:t>
      </w:r>
    </w:p>
    <w:p w:rsidR="00567339" w:rsidRDefault="00567339" w:rsidP="00774B56">
      <w:pPr>
        <w:jc w:val="both"/>
        <w:rPr>
          <w:sz w:val="28"/>
          <w:szCs w:val="28"/>
        </w:rPr>
      </w:pPr>
      <w:r w:rsidRPr="00874F59">
        <w:rPr>
          <w:sz w:val="28"/>
          <w:szCs w:val="28"/>
        </w:rPr>
        <w:t xml:space="preserve">     1. </w:t>
      </w:r>
      <w:r w:rsidRPr="00FD60AE">
        <w:rPr>
          <w:sz w:val="28"/>
          <w:szCs w:val="28"/>
        </w:rPr>
        <w:t>Установить значени</w:t>
      </w:r>
      <w:r>
        <w:rPr>
          <w:sz w:val="28"/>
          <w:szCs w:val="28"/>
        </w:rPr>
        <w:t>е</w:t>
      </w:r>
      <w:r w:rsidRPr="00FD60AE">
        <w:rPr>
          <w:sz w:val="28"/>
          <w:szCs w:val="28"/>
        </w:rPr>
        <w:t xml:space="preserve"> расстояния от организаций и</w:t>
      </w:r>
      <w:r>
        <w:rPr>
          <w:sz w:val="28"/>
          <w:szCs w:val="28"/>
        </w:rPr>
        <w:t xml:space="preserve"> </w:t>
      </w:r>
      <w:r w:rsidRPr="00FD60AE">
        <w:rPr>
          <w:sz w:val="28"/>
          <w:szCs w:val="28"/>
        </w:rPr>
        <w:t>объе</w:t>
      </w:r>
      <w:r>
        <w:rPr>
          <w:sz w:val="28"/>
          <w:szCs w:val="28"/>
        </w:rPr>
        <w:t>к</w:t>
      </w:r>
      <w:r w:rsidRPr="0061320C">
        <w:rPr>
          <w:sz w:val="28"/>
          <w:szCs w:val="28"/>
        </w:rPr>
        <w:t>тов до границ прилегающих территорий, на которых не допускается розничная продажа алкогольной продукции из стационарных объектов торговли и розничная продажа алкогольной продукции при оказании услуг общес</w:t>
      </w:r>
      <w:r w:rsidRPr="0061320C">
        <w:rPr>
          <w:sz w:val="28"/>
          <w:szCs w:val="28"/>
        </w:rPr>
        <w:t>т</w:t>
      </w:r>
      <w:r w:rsidRPr="0061320C">
        <w:rPr>
          <w:sz w:val="28"/>
          <w:szCs w:val="28"/>
        </w:rPr>
        <w:t>венного питания</w:t>
      </w:r>
      <w:r>
        <w:rPr>
          <w:sz w:val="28"/>
          <w:szCs w:val="28"/>
        </w:rPr>
        <w:t xml:space="preserve"> в соответствии с приложением № 1.</w:t>
      </w:r>
    </w:p>
    <w:p w:rsidR="00567339" w:rsidRDefault="00567339" w:rsidP="00774B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Определить способ расчета расстояния от организаций и объектов, на которых не допускается розничная продажа алкогольной продукции, от ограждения территории этих организаций и объектов по всему пер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метру на расстояние указанное в приложении № 1.</w:t>
      </w:r>
    </w:p>
    <w:p w:rsidR="00567339" w:rsidRDefault="00567339" w:rsidP="00774B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Утвердить схемы границ прилегающих территорий для каждой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ганизации, на которых не допускается розничная продажа алкогольной продукции, согласно приложений № 2-8</w:t>
      </w:r>
    </w:p>
    <w:p w:rsidR="00567339" w:rsidRDefault="00567339" w:rsidP="003F4D75">
      <w:pPr>
        <w:tabs>
          <w:tab w:val="left" w:pos="9072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 Признать утратившим силу постановление администрации Цели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сельсовета Коченевского района Новосибирской области от 16.02.2011№ 3.</w:t>
      </w:r>
    </w:p>
    <w:p w:rsidR="00567339" w:rsidRDefault="00567339" w:rsidP="003F4D75">
      <w:pPr>
        <w:tabs>
          <w:tab w:val="left" w:pos="9072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5. </w:t>
      </w:r>
      <w:r w:rsidRPr="00096D9D">
        <w:rPr>
          <w:sz w:val="28"/>
          <w:szCs w:val="28"/>
        </w:rPr>
        <w:t>Опубликовать постановление в</w:t>
      </w:r>
      <w:r>
        <w:rPr>
          <w:sz w:val="28"/>
          <w:szCs w:val="28"/>
        </w:rPr>
        <w:t xml:space="preserve"> периодическом печатном издании </w:t>
      </w:r>
    </w:p>
    <w:p w:rsidR="00567339" w:rsidRDefault="00567339" w:rsidP="003F4D75">
      <w:pPr>
        <w:tabs>
          <w:tab w:val="left" w:pos="9072"/>
          <w:tab w:val="left" w:pos="921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«ВЕСТНИК»</w:t>
      </w:r>
    </w:p>
    <w:p w:rsidR="00567339" w:rsidRDefault="00567339" w:rsidP="003F4D75">
      <w:pPr>
        <w:tabs>
          <w:tab w:val="left" w:pos="9072"/>
          <w:tab w:val="left" w:pos="9214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6.  Контроль за исполнением постановления оставляю за собой.</w:t>
      </w:r>
    </w:p>
    <w:p w:rsidR="00567339" w:rsidRDefault="00567339" w:rsidP="00505852">
      <w:pPr>
        <w:tabs>
          <w:tab w:val="left" w:pos="9072"/>
        </w:tabs>
        <w:jc w:val="both"/>
        <w:rPr>
          <w:sz w:val="28"/>
          <w:szCs w:val="28"/>
        </w:rPr>
      </w:pPr>
    </w:p>
    <w:p w:rsidR="00567339" w:rsidRDefault="00567339" w:rsidP="00505852">
      <w:pPr>
        <w:tabs>
          <w:tab w:val="left" w:pos="9072"/>
        </w:tabs>
        <w:jc w:val="both"/>
        <w:rPr>
          <w:sz w:val="28"/>
          <w:szCs w:val="28"/>
        </w:rPr>
      </w:pPr>
    </w:p>
    <w:p w:rsidR="00567339" w:rsidRDefault="00567339" w:rsidP="003F4D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Глава  Целинного  сельсовета                                             С.М.Егоров</w:t>
      </w:r>
    </w:p>
    <w:p w:rsidR="00567339" w:rsidRDefault="00567339" w:rsidP="003F4D75">
      <w:pPr>
        <w:jc w:val="both"/>
        <w:rPr>
          <w:sz w:val="28"/>
          <w:szCs w:val="28"/>
        </w:rPr>
      </w:pPr>
    </w:p>
    <w:p w:rsidR="00567339" w:rsidRPr="00A2472C" w:rsidRDefault="00567339" w:rsidP="00AD7AC1">
      <w:pPr>
        <w:jc w:val="right"/>
        <w:rPr>
          <w:sz w:val="28"/>
          <w:szCs w:val="28"/>
        </w:rPr>
      </w:pPr>
      <w:r w:rsidRPr="00A2472C">
        <w:rPr>
          <w:sz w:val="28"/>
          <w:szCs w:val="28"/>
        </w:rPr>
        <w:t xml:space="preserve">                 Приложение № 1 </w:t>
      </w:r>
    </w:p>
    <w:p w:rsidR="00567339" w:rsidRPr="00A2472C" w:rsidRDefault="00567339" w:rsidP="00AD7AC1">
      <w:pPr>
        <w:jc w:val="right"/>
        <w:rPr>
          <w:sz w:val="28"/>
          <w:szCs w:val="28"/>
        </w:rPr>
      </w:pPr>
      <w:r w:rsidRPr="00A2472C">
        <w:rPr>
          <w:sz w:val="28"/>
          <w:szCs w:val="28"/>
        </w:rPr>
        <w:t>к постановлению администрации</w:t>
      </w:r>
    </w:p>
    <w:p w:rsidR="00567339" w:rsidRPr="00A2472C" w:rsidRDefault="00567339" w:rsidP="00AD7AC1">
      <w:pPr>
        <w:jc w:val="right"/>
        <w:rPr>
          <w:sz w:val="28"/>
          <w:szCs w:val="28"/>
        </w:rPr>
      </w:pPr>
      <w:r w:rsidRPr="00A2472C">
        <w:rPr>
          <w:sz w:val="28"/>
          <w:szCs w:val="28"/>
        </w:rPr>
        <w:t xml:space="preserve"> </w:t>
      </w:r>
      <w:r>
        <w:rPr>
          <w:sz w:val="28"/>
          <w:szCs w:val="28"/>
        </w:rPr>
        <w:t>Целинного сельсовета  от 05.03.2013</w:t>
      </w:r>
      <w:r w:rsidRPr="00A2472C">
        <w:rPr>
          <w:sz w:val="28"/>
          <w:szCs w:val="28"/>
        </w:rPr>
        <w:t xml:space="preserve"> №</w:t>
      </w:r>
      <w:r>
        <w:rPr>
          <w:sz w:val="28"/>
          <w:szCs w:val="28"/>
        </w:rPr>
        <w:t>17</w:t>
      </w:r>
    </w:p>
    <w:p w:rsidR="00567339" w:rsidRDefault="00567339" w:rsidP="00AD7AC1">
      <w:pPr>
        <w:jc w:val="right"/>
      </w:pPr>
    </w:p>
    <w:p w:rsidR="00567339" w:rsidRDefault="00567339" w:rsidP="00AD7AC1">
      <w:pPr>
        <w:jc w:val="right"/>
      </w:pPr>
    </w:p>
    <w:tbl>
      <w:tblPr>
        <w:tblW w:w="903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64"/>
        <w:gridCol w:w="2760"/>
        <w:gridCol w:w="2210"/>
      </w:tblGrid>
      <w:tr w:rsidR="00567339" w:rsidTr="00AD7AC1">
        <w:trPr>
          <w:trHeight w:val="610"/>
        </w:trPr>
        <w:tc>
          <w:tcPr>
            <w:tcW w:w="4064" w:type="dxa"/>
            <w:vMerge w:val="restart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</w:p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организаций и объектов</w:t>
            </w:r>
          </w:p>
        </w:tc>
        <w:tc>
          <w:tcPr>
            <w:tcW w:w="4970" w:type="dxa"/>
            <w:gridSpan w:val="2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Расстояние, м</w:t>
            </w:r>
          </w:p>
        </w:tc>
      </w:tr>
      <w:tr w:rsidR="00567339" w:rsidTr="00AD7AC1">
        <w:trPr>
          <w:trHeight w:val="549"/>
        </w:trPr>
        <w:tc>
          <w:tcPr>
            <w:tcW w:w="0" w:type="auto"/>
            <w:vMerge/>
            <w:vAlign w:val="center"/>
          </w:tcPr>
          <w:p w:rsidR="00567339" w:rsidRDefault="00567339">
            <w:pPr>
              <w:rPr>
                <w:sz w:val="28"/>
                <w:szCs w:val="28"/>
              </w:rPr>
            </w:pPr>
          </w:p>
        </w:tc>
        <w:tc>
          <w:tcPr>
            <w:tcW w:w="276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торговые объекты розничной продажи</w:t>
            </w:r>
          </w:p>
        </w:tc>
        <w:tc>
          <w:tcPr>
            <w:tcW w:w="221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предприятия общественного питания</w:t>
            </w:r>
          </w:p>
        </w:tc>
      </w:tr>
      <w:tr w:rsidR="00567339" w:rsidTr="00AD7AC1">
        <w:trPr>
          <w:trHeight w:val="549"/>
        </w:trPr>
        <w:tc>
          <w:tcPr>
            <w:tcW w:w="4064" w:type="dxa"/>
          </w:tcPr>
          <w:p w:rsidR="00567339" w:rsidRDefault="00567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Детские</w:t>
            </w:r>
          </w:p>
        </w:tc>
        <w:tc>
          <w:tcPr>
            <w:tcW w:w="276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21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67339" w:rsidTr="00AD7AC1">
        <w:trPr>
          <w:trHeight w:val="529"/>
        </w:trPr>
        <w:tc>
          <w:tcPr>
            <w:tcW w:w="4064" w:type="dxa"/>
          </w:tcPr>
          <w:p w:rsidR="00567339" w:rsidRDefault="00567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Образовательные</w:t>
            </w:r>
          </w:p>
        </w:tc>
        <w:tc>
          <w:tcPr>
            <w:tcW w:w="276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21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67339" w:rsidTr="00AD7AC1">
        <w:trPr>
          <w:trHeight w:val="549"/>
        </w:trPr>
        <w:tc>
          <w:tcPr>
            <w:tcW w:w="4064" w:type="dxa"/>
          </w:tcPr>
          <w:p w:rsidR="00567339" w:rsidRDefault="00567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Медицинские</w:t>
            </w:r>
          </w:p>
        </w:tc>
        <w:tc>
          <w:tcPr>
            <w:tcW w:w="276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21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67339" w:rsidTr="00AD7AC1">
        <w:trPr>
          <w:trHeight w:val="529"/>
        </w:trPr>
        <w:tc>
          <w:tcPr>
            <w:tcW w:w="4064" w:type="dxa"/>
          </w:tcPr>
          <w:p w:rsidR="00567339" w:rsidRDefault="00567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Объекты спорта</w:t>
            </w:r>
          </w:p>
        </w:tc>
        <w:tc>
          <w:tcPr>
            <w:tcW w:w="276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21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567339" w:rsidTr="00AD7AC1">
        <w:trPr>
          <w:trHeight w:val="529"/>
        </w:trPr>
        <w:tc>
          <w:tcPr>
            <w:tcW w:w="4064" w:type="dxa"/>
          </w:tcPr>
          <w:p w:rsidR="00567339" w:rsidRDefault="00567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военного назначения</w:t>
            </w:r>
          </w:p>
        </w:tc>
        <w:tc>
          <w:tcPr>
            <w:tcW w:w="276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1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67339" w:rsidTr="00AD7AC1">
        <w:trPr>
          <w:trHeight w:val="529"/>
        </w:trPr>
        <w:tc>
          <w:tcPr>
            <w:tcW w:w="4064" w:type="dxa"/>
          </w:tcPr>
          <w:p w:rsidR="00567339" w:rsidRDefault="00567339" w:rsidP="00F94B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Оптовые и розничные рынки</w:t>
            </w:r>
          </w:p>
        </w:tc>
        <w:tc>
          <w:tcPr>
            <w:tcW w:w="2760" w:type="dxa"/>
          </w:tcPr>
          <w:p w:rsidR="00567339" w:rsidRDefault="00567339" w:rsidP="00F94B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10" w:type="dxa"/>
          </w:tcPr>
          <w:p w:rsidR="00567339" w:rsidRDefault="00567339" w:rsidP="00F94B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67339" w:rsidTr="00AD7AC1">
        <w:trPr>
          <w:trHeight w:val="567"/>
        </w:trPr>
        <w:tc>
          <w:tcPr>
            <w:tcW w:w="4064" w:type="dxa"/>
          </w:tcPr>
          <w:p w:rsidR="00567339" w:rsidRDefault="00567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массового скопления граждан</w:t>
            </w:r>
          </w:p>
        </w:tc>
        <w:tc>
          <w:tcPr>
            <w:tcW w:w="276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1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67339" w:rsidTr="00AD7AC1">
        <w:trPr>
          <w:trHeight w:val="529"/>
        </w:trPr>
        <w:tc>
          <w:tcPr>
            <w:tcW w:w="4064" w:type="dxa"/>
          </w:tcPr>
          <w:p w:rsidR="00567339" w:rsidRDefault="0056733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нахождения источников повышенной опасности</w:t>
            </w:r>
          </w:p>
        </w:tc>
        <w:tc>
          <w:tcPr>
            <w:tcW w:w="276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210" w:type="dxa"/>
          </w:tcPr>
          <w:p w:rsidR="00567339" w:rsidRDefault="005673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567339" w:rsidRDefault="00567339" w:rsidP="003F4D75">
      <w:pPr>
        <w:jc w:val="both"/>
        <w:rPr>
          <w:sz w:val="28"/>
          <w:szCs w:val="28"/>
        </w:rPr>
      </w:pPr>
    </w:p>
    <w:sectPr w:rsidR="00567339" w:rsidSect="001C1E8F">
      <w:footerReference w:type="even" r:id="rId7"/>
      <w:footerReference w:type="default" r:id="rId8"/>
      <w:pgSz w:w="11906" w:h="16838"/>
      <w:pgMar w:top="720" w:right="1418" w:bottom="35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339" w:rsidRDefault="00567339">
      <w:r>
        <w:separator/>
      </w:r>
    </w:p>
  </w:endnote>
  <w:endnote w:type="continuationSeparator" w:id="0">
    <w:p w:rsidR="00567339" w:rsidRDefault="00567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339" w:rsidRDefault="00567339" w:rsidP="007508C1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67339" w:rsidRDefault="00567339" w:rsidP="007508C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339" w:rsidRDefault="00567339" w:rsidP="007508C1">
    <w:pPr>
      <w:pStyle w:val="Footer"/>
      <w:framePr w:wrap="auto" w:vAnchor="text" w:hAnchor="margin" w:xAlign="right" w:y="1"/>
      <w:rPr>
        <w:rStyle w:val="PageNumber"/>
      </w:rPr>
    </w:pPr>
  </w:p>
  <w:p w:rsidR="00567339" w:rsidRDefault="00567339" w:rsidP="007508C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339" w:rsidRDefault="00567339">
      <w:r>
        <w:separator/>
      </w:r>
    </w:p>
  </w:footnote>
  <w:footnote w:type="continuationSeparator" w:id="0">
    <w:p w:rsidR="00567339" w:rsidRDefault="005673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2799C"/>
    <w:multiLevelType w:val="hybridMultilevel"/>
    <w:tmpl w:val="74708752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993534"/>
    <w:multiLevelType w:val="hybridMultilevel"/>
    <w:tmpl w:val="3E5A5C0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4D26ACC"/>
    <w:multiLevelType w:val="hybridMultilevel"/>
    <w:tmpl w:val="C9988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5F37FE"/>
    <w:multiLevelType w:val="hybridMultilevel"/>
    <w:tmpl w:val="9058016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1B997F31"/>
    <w:multiLevelType w:val="hybridMultilevel"/>
    <w:tmpl w:val="525CE92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8A75A35"/>
    <w:multiLevelType w:val="hybridMultilevel"/>
    <w:tmpl w:val="552A9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E926450"/>
    <w:multiLevelType w:val="hybridMultilevel"/>
    <w:tmpl w:val="99C232DA"/>
    <w:lvl w:ilvl="0" w:tplc="9E9423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FA57742"/>
    <w:multiLevelType w:val="hybridMultilevel"/>
    <w:tmpl w:val="BF0018AE"/>
    <w:lvl w:ilvl="0" w:tplc="2EA85852">
      <w:start w:val="1"/>
      <w:numFmt w:val="decimal"/>
      <w:lvlText w:val="%1."/>
      <w:lvlJc w:val="left"/>
      <w:pPr>
        <w:ind w:left="97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1194062"/>
    <w:multiLevelType w:val="hybridMultilevel"/>
    <w:tmpl w:val="BB3C68EA"/>
    <w:lvl w:ilvl="0" w:tplc="E378062A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36F350C5"/>
    <w:multiLevelType w:val="hybridMultilevel"/>
    <w:tmpl w:val="C0F4F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6670FB9"/>
    <w:multiLevelType w:val="hybridMultilevel"/>
    <w:tmpl w:val="3358263C"/>
    <w:lvl w:ilvl="0" w:tplc="2E2255A6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57E77024"/>
    <w:multiLevelType w:val="hybridMultilevel"/>
    <w:tmpl w:val="000419E8"/>
    <w:lvl w:ilvl="0" w:tplc="E6305666">
      <w:start w:val="1"/>
      <w:numFmt w:val="decimal"/>
      <w:lvlText w:val="%1."/>
      <w:lvlJc w:val="left"/>
      <w:pPr>
        <w:ind w:left="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  <w:rPr>
        <w:rFonts w:cs="Times New Roman"/>
      </w:rPr>
    </w:lvl>
  </w:abstractNum>
  <w:abstractNum w:abstractNumId="12">
    <w:nsid w:val="6AD53177"/>
    <w:multiLevelType w:val="hybridMultilevel"/>
    <w:tmpl w:val="15908794"/>
    <w:lvl w:ilvl="0" w:tplc="1B8E6924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6C542B88"/>
    <w:multiLevelType w:val="hybridMultilevel"/>
    <w:tmpl w:val="35D81E06"/>
    <w:lvl w:ilvl="0" w:tplc="5136E8DE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E1074EC"/>
    <w:multiLevelType w:val="hybridMultilevel"/>
    <w:tmpl w:val="A0FC6452"/>
    <w:lvl w:ilvl="0" w:tplc="8850DC0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5"/>
  </w:num>
  <w:num w:numId="6">
    <w:abstractNumId w:val="10"/>
  </w:num>
  <w:num w:numId="7">
    <w:abstractNumId w:val="2"/>
  </w:num>
  <w:num w:numId="8">
    <w:abstractNumId w:val="14"/>
  </w:num>
  <w:num w:numId="9">
    <w:abstractNumId w:val="0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  <w:num w:numId="14">
    <w:abstractNumId w:val="7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565"/>
    <w:rsid w:val="00005D1C"/>
    <w:rsid w:val="0000640E"/>
    <w:rsid w:val="00006DCF"/>
    <w:rsid w:val="0001400B"/>
    <w:rsid w:val="00030164"/>
    <w:rsid w:val="0003483F"/>
    <w:rsid w:val="00034F2A"/>
    <w:rsid w:val="00043952"/>
    <w:rsid w:val="000443FE"/>
    <w:rsid w:val="00046F23"/>
    <w:rsid w:val="000572D1"/>
    <w:rsid w:val="00060227"/>
    <w:rsid w:val="00062558"/>
    <w:rsid w:val="000663D3"/>
    <w:rsid w:val="00074C6E"/>
    <w:rsid w:val="000844BF"/>
    <w:rsid w:val="000847D2"/>
    <w:rsid w:val="00086FA8"/>
    <w:rsid w:val="0009125F"/>
    <w:rsid w:val="00092043"/>
    <w:rsid w:val="00092C43"/>
    <w:rsid w:val="00096D9D"/>
    <w:rsid w:val="00097D17"/>
    <w:rsid w:val="000A3145"/>
    <w:rsid w:val="000A37ED"/>
    <w:rsid w:val="000B2DEE"/>
    <w:rsid w:val="000C2887"/>
    <w:rsid w:val="000C4230"/>
    <w:rsid w:val="000C75A1"/>
    <w:rsid w:val="000E2BA4"/>
    <w:rsid w:val="000F1CFA"/>
    <w:rsid w:val="00102325"/>
    <w:rsid w:val="001055D0"/>
    <w:rsid w:val="001200DD"/>
    <w:rsid w:val="00122CDE"/>
    <w:rsid w:val="00127754"/>
    <w:rsid w:val="00133073"/>
    <w:rsid w:val="001375D8"/>
    <w:rsid w:val="00137FEB"/>
    <w:rsid w:val="00145C1C"/>
    <w:rsid w:val="00151E47"/>
    <w:rsid w:val="00153283"/>
    <w:rsid w:val="00162481"/>
    <w:rsid w:val="00174838"/>
    <w:rsid w:val="00180F42"/>
    <w:rsid w:val="00187632"/>
    <w:rsid w:val="00187E9E"/>
    <w:rsid w:val="00193F63"/>
    <w:rsid w:val="00197689"/>
    <w:rsid w:val="001A46C8"/>
    <w:rsid w:val="001B1A38"/>
    <w:rsid w:val="001B23CA"/>
    <w:rsid w:val="001B3D13"/>
    <w:rsid w:val="001B56FC"/>
    <w:rsid w:val="001C1E8F"/>
    <w:rsid w:val="001C3AF1"/>
    <w:rsid w:val="001C4647"/>
    <w:rsid w:val="001C51A5"/>
    <w:rsid w:val="001D2A3C"/>
    <w:rsid w:val="001D343F"/>
    <w:rsid w:val="001D40B5"/>
    <w:rsid w:val="001D7BD6"/>
    <w:rsid w:val="001E4BA3"/>
    <w:rsid w:val="001F24E6"/>
    <w:rsid w:val="001F6470"/>
    <w:rsid w:val="001F6EE2"/>
    <w:rsid w:val="00202DE9"/>
    <w:rsid w:val="00212AFE"/>
    <w:rsid w:val="0021396A"/>
    <w:rsid w:val="0021654F"/>
    <w:rsid w:val="002236A6"/>
    <w:rsid w:val="0023518C"/>
    <w:rsid w:val="002439E6"/>
    <w:rsid w:val="0027514B"/>
    <w:rsid w:val="00276010"/>
    <w:rsid w:val="002776DE"/>
    <w:rsid w:val="00292D8B"/>
    <w:rsid w:val="0029462F"/>
    <w:rsid w:val="002A0FC7"/>
    <w:rsid w:val="002B0A9E"/>
    <w:rsid w:val="002C5453"/>
    <w:rsid w:val="002C690A"/>
    <w:rsid w:val="002D08C9"/>
    <w:rsid w:val="002D2163"/>
    <w:rsid w:val="002E2DF6"/>
    <w:rsid w:val="002E63B3"/>
    <w:rsid w:val="002E6AD2"/>
    <w:rsid w:val="002F5590"/>
    <w:rsid w:val="00300FA6"/>
    <w:rsid w:val="00301566"/>
    <w:rsid w:val="00301988"/>
    <w:rsid w:val="0031515C"/>
    <w:rsid w:val="003202EC"/>
    <w:rsid w:val="0032089F"/>
    <w:rsid w:val="0032182D"/>
    <w:rsid w:val="00322A05"/>
    <w:rsid w:val="00336D61"/>
    <w:rsid w:val="0036468A"/>
    <w:rsid w:val="00365159"/>
    <w:rsid w:val="00385DA0"/>
    <w:rsid w:val="00386286"/>
    <w:rsid w:val="00392591"/>
    <w:rsid w:val="00392740"/>
    <w:rsid w:val="003B0881"/>
    <w:rsid w:val="003D3912"/>
    <w:rsid w:val="003E517E"/>
    <w:rsid w:val="003E7970"/>
    <w:rsid w:val="003F4D75"/>
    <w:rsid w:val="003F5C24"/>
    <w:rsid w:val="00404501"/>
    <w:rsid w:val="004045C2"/>
    <w:rsid w:val="00405027"/>
    <w:rsid w:val="00405D4D"/>
    <w:rsid w:val="0041508B"/>
    <w:rsid w:val="0041687F"/>
    <w:rsid w:val="0042213E"/>
    <w:rsid w:val="00424CAD"/>
    <w:rsid w:val="00450A01"/>
    <w:rsid w:val="00462339"/>
    <w:rsid w:val="00475F9F"/>
    <w:rsid w:val="00487004"/>
    <w:rsid w:val="00490A39"/>
    <w:rsid w:val="00493C99"/>
    <w:rsid w:val="0049458C"/>
    <w:rsid w:val="004975CF"/>
    <w:rsid w:val="004A1FE9"/>
    <w:rsid w:val="004B4062"/>
    <w:rsid w:val="004C6DD5"/>
    <w:rsid w:val="004C7A06"/>
    <w:rsid w:val="004D6152"/>
    <w:rsid w:val="004F5AAB"/>
    <w:rsid w:val="00505852"/>
    <w:rsid w:val="00516597"/>
    <w:rsid w:val="00540C3F"/>
    <w:rsid w:val="00546C87"/>
    <w:rsid w:val="0056611B"/>
    <w:rsid w:val="00567339"/>
    <w:rsid w:val="00576B5D"/>
    <w:rsid w:val="005811BE"/>
    <w:rsid w:val="00582A1F"/>
    <w:rsid w:val="00587639"/>
    <w:rsid w:val="00590198"/>
    <w:rsid w:val="00592308"/>
    <w:rsid w:val="00594EBC"/>
    <w:rsid w:val="005A57F0"/>
    <w:rsid w:val="005B7B49"/>
    <w:rsid w:val="005C12AE"/>
    <w:rsid w:val="005D47B8"/>
    <w:rsid w:val="005D5138"/>
    <w:rsid w:val="005D5FC2"/>
    <w:rsid w:val="005D710B"/>
    <w:rsid w:val="005F36FD"/>
    <w:rsid w:val="005F6ECC"/>
    <w:rsid w:val="005F7E3C"/>
    <w:rsid w:val="00600492"/>
    <w:rsid w:val="00601F6A"/>
    <w:rsid w:val="0061320C"/>
    <w:rsid w:val="0061321A"/>
    <w:rsid w:val="00625AD0"/>
    <w:rsid w:val="00625CF2"/>
    <w:rsid w:val="00626FAD"/>
    <w:rsid w:val="006322D3"/>
    <w:rsid w:val="00635851"/>
    <w:rsid w:val="006425A7"/>
    <w:rsid w:val="00651924"/>
    <w:rsid w:val="00654E0D"/>
    <w:rsid w:val="006622C9"/>
    <w:rsid w:val="00672FAF"/>
    <w:rsid w:val="006809C4"/>
    <w:rsid w:val="00682516"/>
    <w:rsid w:val="006912E8"/>
    <w:rsid w:val="006A2ABD"/>
    <w:rsid w:val="006A4F1F"/>
    <w:rsid w:val="006B11CB"/>
    <w:rsid w:val="006B64C3"/>
    <w:rsid w:val="006B79D3"/>
    <w:rsid w:val="006D4A8E"/>
    <w:rsid w:val="006D5F79"/>
    <w:rsid w:val="00701A49"/>
    <w:rsid w:val="00711AA6"/>
    <w:rsid w:val="007213E6"/>
    <w:rsid w:val="00726239"/>
    <w:rsid w:val="00733C3E"/>
    <w:rsid w:val="00745C5B"/>
    <w:rsid w:val="007508C1"/>
    <w:rsid w:val="00753B60"/>
    <w:rsid w:val="00756C0C"/>
    <w:rsid w:val="007724D1"/>
    <w:rsid w:val="00774B56"/>
    <w:rsid w:val="00775D7C"/>
    <w:rsid w:val="00776070"/>
    <w:rsid w:val="007810C8"/>
    <w:rsid w:val="0079531D"/>
    <w:rsid w:val="00796B50"/>
    <w:rsid w:val="007B05A5"/>
    <w:rsid w:val="007B428F"/>
    <w:rsid w:val="007D41B2"/>
    <w:rsid w:val="007D48E3"/>
    <w:rsid w:val="007E6C53"/>
    <w:rsid w:val="007F43EA"/>
    <w:rsid w:val="008050DA"/>
    <w:rsid w:val="00814A5E"/>
    <w:rsid w:val="00815DAF"/>
    <w:rsid w:val="008245BF"/>
    <w:rsid w:val="00824E61"/>
    <w:rsid w:val="00831044"/>
    <w:rsid w:val="008527C3"/>
    <w:rsid w:val="00874F59"/>
    <w:rsid w:val="008751CF"/>
    <w:rsid w:val="00883565"/>
    <w:rsid w:val="00883DEC"/>
    <w:rsid w:val="00886D41"/>
    <w:rsid w:val="008A78AE"/>
    <w:rsid w:val="008B0232"/>
    <w:rsid w:val="008C1609"/>
    <w:rsid w:val="008D390C"/>
    <w:rsid w:val="008D3DB9"/>
    <w:rsid w:val="008E74C2"/>
    <w:rsid w:val="008F7828"/>
    <w:rsid w:val="00900A22"/>
    <w:rsid w:val="00913CCB"/>
    <w:rsid w:val="00921A44"/>
    <w:rsid w:val="00936385"/>
    <w:rsid w:val="00940E24"/>
    <w:rsid w:val="0094669C"/>
    <w:rsid w:val="009534B3"/>
    <w:rsid w:val="0095744D"/>
    <w:rsid w:val="00963DF3"/>
    <w:rsid w:val="009738D5"/>
    <w:rsid w:val="009801E7"/>
    <w:rsid w:val="00981208"/>
    <w:rsid w:val="0098183C"/>
    <w:rsid w:val="00993633"/>
    <w:rsid w:val="00994EC2"/>
    <w:rsid w:val="009C2112"/>
    <w:rsid w:val="009D5FCC"/>
    <w:rsid w:val="009E2CAD"/>
    <w:rsid w:val="009F4AA7"/>
    <w:rsid w:val="00A16BBE"/>
    <w:rsid w:val="00A2472C"/>
    <w:rsid w:val="00A25391"/>
    <w:rsid w:val="00A3187D"/>
    <w:rsid w:val="00A32532"/>
    <w:rsid w:val="00A33990"/>
    <w:rsid w:val="00A4377B"/>
    <w:rsid w:val="00A45E2E"/>
    <w:rsid w:val="00A83E36"/>
    <w:rsid w:val="00A93DDF"/>
    <w:rsid w:val="00A96EDF"/>
    <w:rsid w:val="00AA0399"/>
    <w:rsid w:val="00AB6866"/>
    <w:rsid w:val="00AC087B"/>
    <w:rsid w:val="00AC22E1"/>
    <w:rsid w:val="00AD17E4"/>
    <w:rsid w:val="00AD52B5"/>
    <w:rsid w:val="00AD6401"/>
    <w:rsid w:val="00AD745D"/>
    <w:rsid w:val="00AD7AC1"/>
    <w:rsid w:val="00AE04A1"/>
    <w:rsid w:val="00AE1311"/>
    <w:rsid w:val="00AE34C2"/>
    <w:rsid w:val="00AE65CF"/>
    <w:rsid w:val="00AE6B48"/>
    <w:rsid w:val="00AF097A"/>
    <w:rsid w:val="00AF2C74"/>
    <w:rsid w:val="00AF66D2"/>
    <w:rsid w:val="00AF700F"/>
    <w:rsid w:val="00B07581"/>
    <w:rsid w:val="00B113C4"/>
    <w:rsid w:val="00B2064C"/>
    <w:rsid w:val="00B20691"/>
    <w:rsid w:val="00B20AEB"/>
    <w:rsid w:val="00B2350F"/>
    <w:rsid w:val="00B259D3"/>
    <w:rsid w:val="00B336A5"/>
    <w:rsid w:val="00B344EA"/>
    <w:rsid w:val="00B43AF1"/>
    <w:rsid w:val="00B46D91"/>
    <w:rsid w:val="00B60561"/>
    <w:rsid w:val="00B6698D"/>
    <w:rsid w:val="00B71042"/>
    <w:rsid w:val="00B73356"/>
    <w:rsid w:val="00B73854"/>
    <w:rsid w:val="00B73F16"/>
    <w:rsid w:val="00B74E2A"/>
    <w:rsid w:val="00B82F59"/>
    <w:rsid w:val="00B848BB"/>
    <w:rsid w:val="00B850C9"/>
    <w:rsid w:val="00B95319"/>
    <w:rsid w:val="00BA095E"/>
    <w:rsid w:val="00BA2813"/>
    <w:rsid w:val="00BA5B29"/>
    <w:rsid w:val="00BB614A"/>
    <w:rsid w:val="00BD1496"/>
    <w:rsid w:val="00BE78D2"/>
    <w:rsid w:val="00BF15E3"/>
    <w:rsid w:val="00BF7351"/>
    <w:rsid w:val="00C01F9C"/>
    <w:rsid w:val="00C11D47"/>
    <w:rsid w:val="00C14086"/>
    <w:rsid w:val="00C232C4"/>
    <w:rsid w:val="00C3663F"/>
    <w:rsid w:val="00C36D95"/>
    <w:rsid w:val="00C36E8C"/>
    <w:rsid w:val="00C36F85"/>
    <w:rsid w:val="00C433F2"/>
    <w:rsid w:val="00C5195B"/>
    <w:rsid w:val="00C63433"/>
    <w:rsid w:val="00C722C5"/>
    <w:rsid w:val="00C73B38"/>
    <w:rsid w:val="00C757FB"/>
    <w:rsid w:val="00C92394"/>
    <w:rsid w:val="00CB071D"/>
    <w:rsid w:val="00CB2FF0"/>
    <w:rsid w:val="00CB6125"/>
    <w:rsid w:val="00CB6C27"/>
    <w:rsid w:val="00CC1380"/>
    <w:rsid w:val="00CC7DC2"/>
    <w:rsid w:val="00CD5981"/>
    <w:rsid w:val="00CE4541"/>
    <w:rsid w:val="00CF7B68"/>
    <w:rsid w:val="00D003DF"/>
    <w:rsid w:val="00D22D5C"/>
    <w:rsid w:val="00D23430"/>
    <w:rsid w:val="00D262B9"/>
    <w:rsid w:val="00D32E67"/>
    <w:rsid w:val="00D36A83"/>
    <w:rsid w:val="00D37262"/>
    <w:rsid w:val="00D503CE"/>
    <w:rsid w:val="00D51AE2"/>
    <w:rsid w:val="00D51B3F"/>
    <w:rsid w:val="00D51FF3"/>
    <w:rsid w:val="00D62574"/>
    <w:rsid w:val="00D7742F"/>
    <w:rsid w:val="00DA07AA"/>
    <w:rsid w:val="00DC466E"/>
    <w:rsid w:val="00DC4CE9"/>
    <w:rsid w:val="00DC575E"/>
    <w:rsid w:val="00DD1932"/>
    <w:rsid w:val="00DD1A27"/>
    <w:rsid w:val="00DD1F21"/>
    <w:rsid w:val="00DF0651"/>
    <w:rsid w:val="00DF288F"/>
    <w:rsid w:val="00DF37C5"/>
    <w:rsid w:val="00E07C63"/>
    <w:rsid w:val="00E1518B"/>
    <w:rsid w:val="00E166DF"/>
    <w:rsid w:val="00E20F9D"/>
    <w:rsid w:val="00E2749A"/>
    <w:rsid w:val="00E30028"/>
    <w:rsid w:val="00E51F69"/>
    <w:rsid w:val="00E60933"/>
    <w:rsid w:val="00E649DE"/>
    <w:rsid w:val="00E66546"/>
    <w:rsid w:val="00E67CCF"/>
    <w:rsid w:val="00E731D6"/>
    <w:rsid w:val="00E8483F"/>
    <w:rsid w:val="00EA13D2"/>
    <w:rsid w:val="00EA1A72"/>
    <w:rsid w:val="00EA2668"/>
    <w:rsid w:val="00EA3CD5"/>
    <w:rsid w:val="00EA7FCD"/>
    <w:rsid w:val="00EB233F"/>
    <w:rsid w:val="00EB2CE5"/>
    <w:rsid w:val="00EB77B3"/>
    <w:rsid w:val="00EB7CE0"/>
    <w:rsid w:val="00ED02CE"/>
    <w:rsid w:val="00ED235F"/>
    <w:rsid w:val="00ED46E4"/>
    <w:rsid w:val="00EE4506"/>
    <w:rsid w:val="00EE5F62"/>
    <w:rsid w:val="00EF55EB"/>
    <w:rsid w:val="00F018FB"/>
    <w:rsid w:val="00F0617C"/>
    <w:rsid w:val="00F22659"/>
    <w:rsid w:val="00F360A5"/>
    <w:rsid w:val="00F47CD7"/>
    <w:rsid w:val="00F52753"/>
    <w:rsid w:val="00F5361A"/>
    <w:rsid w:val="00F54719"/>
    <w:rsid w:val="00F633FE"/>
    <w:rsid w:val="00F728E3"/>
    <w:rsid w:val="00F77CB3"/>
    <w:rsid w:val="00F84368"/>
    <w:rsid w:val="00F92E59"/>
    <w:rsid w:val="00F94B64"/>
    <w:rsid w:val="00F955DD"/>
    <w:rsid w:val="00FA2AB2"/>
    <w:rsid w:val="00FB7163"/>
    <w:rsid w:val="00FC2BD9"/>
    <w:rsid w:val="00FC6859"/>
    <w:rsid w:val="00FC7E38"/>
    <w:rsid w:val="00FD1165"/>
    <w:rsid w:val="00FD60AE"/>
    <w:rsid w:val="00FE40C2"/>
    <w:rsid w:val="00FE586B"/>
    <w:rsid w:val="00FE6D7E"/>
    <w:rsid w:val="00FF0AC8"/>
    <w:rsid w:val="00FF1778"/>
    <w:rsid w:val="00FF5AC8"/>
    <w:rsid w:val="00FF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63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93633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3633"/>
    <w:pPr>
      <w:keepNext/>
      <w:jc w:val="both"/>
      <w:outlineLvl w:val="1"/>
    </w:pPr>
    <w:rPr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3633"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93633"/>
    <w:pPr>
      <w:keepNext/>
      <w:jc w:val="center"/>
      <w:outlineLvl w:val="3"/>
    </w:pPr>
    <w:rPr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93633"/>
    <w:pPr>
      <w:keepNext/>
      <w:outlineLvl w:val="4"/>
    </w:pPr>
    <w:rPr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93633"/>
    <w:pPr>
      <w:keepNext/>
      <w:ind w:firstLine="900"/>
      <w:jc w:val="both"/>
      <w:outlineLvl w:val="5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paragraph" w:styleId="BodyTextIndent">
    <w:name w:val="Body Text Indent"/>
    <w:basedOn w:val="Normal"/>
    <w:link w:val="BodyTextIndentChar"/>
    <w:uiPriority w:val="99"/>
    <w:rsid w:val="00993633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993633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993633"/>
    <w:pPr>
      <w:ind w:firstLine="90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7213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3">
    <w:name w:val="заголовок 3"/>
    <w:basedOn w:val="Normal"/>
    <w:next w:val="Normal"/>
    <w:uiPriority w:val="99"/>
    <w:rsid w:val="00682516"/>
    <w:pPr>
      <w:keepNext/>
      <w:jc w:val="center"/>
      <w:outlineLvl w:val="2"/>
    </w:pPr>
    <w:rPr>
      <w:sz w:val="28"/>
      <w:szCs w:val="20"/>
      <w:lang w:val="en-US"/>
    </w:rPr>
  </w:style>
  <w:style w:type="table" w:styleId="TableGrid">
    <w:name w:val="Table Grid"/>
    <w:basedOn w:val="TableNormal"/>
    <w:uiPriority w:val="99"/>
    <w:rsid w:val="00086FA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uiPriority w:val="99"/>
    <w:rsid w:val="008050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6912E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913CC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13CCB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13CCB"/>
    <w:rPr>
      <w:rFonts w:cs="Times New Roman"/>
    </w:rPr>
  </w:style>
  <w:style w:type="paragraph" w:styleId="Header">
    <w:name w:val="header"/>
    <w:basedOn w:val="Normal"/>
    <w:link w:val="HeaderChar"/>
    <w:uiPriority w:val="99"/>
    <w:rsid w:val="00913CCB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2C5453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6132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95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415</Words>
  <Characters>2372</Characters>
  <Application>Microsoft Office Outlook</Application>
  <DocSecurity>0</DocSecurity>
  <Lines>0</Lines>
  <Paragraphs>0</Paragraphs>
  <ScaleCrop>false</ScaleCrop>
  <Company>Администрация Коченевского района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КОЧЕНЕВСКОГО РАЙОНА</dc:title>
  <dc:subject/>
  <dc:creator>Кузнецова Елена</dc:creator>
  <cp:keywords/>
  <dc:description/>
  <cp:lastModifiedBy>Работа</cp:lastModifiedBy>
  <cp:revision>7</cp:revision>
  <cp:lastPrinted>2013-04-02T09:48:00Z</cp:lastPrinted>
  <dcterms:created xsi:type="dcterms:W3CDTF">2013-03-21T08:34:00Z</dcterms:created>
  <dcterms:modified xsi:type="dcterms:W3CDTF">2013-04-02T09:53:00Z</dcterms:modified>
</cp:coreProperties>
</file>